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5A" w:rsidRPr="001C2910" w:rsidRDefault="008F2E5A" w:rsidP="001C2910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1C2910">
        <w:rPr>
          <w:sz w:val="28"/>
          <w:szCs w:val="28"/>
        </w:rPr>
        <w:t>Приложение</w:t>
      </w:r>
    </w:p>
    <w:p w:rsidR="008F2E5A" w:rsidRPr="00290F95" w:rsidRDefault="008F2E5A" w:rsidP="004736E5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Закону Новосибирской области о</w:t>
      </w:r>
      <w:r w:rsidRPr="001C2910">
        <w:rPr>
          <w:sz w:val="28"/>
          <w:szCs w:val="28"/>
        </w:rPr>
        <w:t xml:space="preserve"> внесении изменений</w:t>
      </w:r>
      <w:r>
        <w:rPr>
          <w:sz w:val="28"/>
          <w:szCs w:val="28"/>
        </w:rPr>
        <w:t xml:space="preserve"> в з</w:t>
      </w:r>
      <w:r w:rsidRPr="001C2910">
        <w:rPr>
          <w:sz w:val="28"/>
          <w:szCs w:val="28"/>
        </w:rPr>
        <w:t>акон</w:t>
      </w:r>
      <w:r>
        <w:rPr>
          <w:sz w:val="28"/>
          <w:szCs w:val="28"/>
        </w:rPr>
        <w:t>ы Новосибирской области «</w:t>
      </w:r>
      <w:r w:rsidRPr="001C2910">
        <w:rPr>
          <w:sz w:val="28"/>
          <w:szCs w:val="28"/>
        </w:rPr>
        <w:t>О статусе и границах</w:t>
      </w:r>
      <w:r>
        <w:rPr>
          <w:sz w:val="28"/>
          <w:szCs w:val="28"/>
        </w:rPr>
        <w:t xml:space="preserve"> </w:t>
      </w:r>
      <w:r w:rsidRPr="001C2910">
        <w:rPr>
          <w:sz w:val="28"/>
          <w:szCs w:val="28"/>
        </w:rPr>
        <w:t>муниципальных об</w:t>
      </w:r>
      <w:r>
        <w:rPr>
          <w:sz w:val="28"/>
          <w:szCs w:val="28"/>
        </w:rPr>
        <w:t>разований Новосибирской области» и « Об утверждении границ муниципальных образований Новосибирской области»</w:t>
      </w:r>
    </w:p>
    <w:p w:rsidR="008F2E5A" w:rsidRPr="004736E5" w:rsidRDefault="008F2E5A" w:rsidP="001C2910">
      <w:pPr>
        <w:jc w:val="right"/>
        <w:rPr>
          <w:rFonts w:ascii="Calibri" w:hAnsi="Calibri" w:cs="TimesNewRomanCyr"/>
          <w:sz w:val="28"/>
          <w:szCs w:val="28"/>
        </w:rPr>
      </w:pPr>
    </w:p>
    <w:p w:rsidR="008F2E5A" w:rsidRPr="004736E5" w:rsidRDefault="008F2E5A" w:rsidP="001C291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1C2910">
        <w:rPr>
          <w:b/>
          <w:sz w:val="28"/>
          <w:szCs w:val="28"/>
        </w:rPr>
        <w:t>Описание границ муниципального образования</w:t>
      </w:r>
      <w:r w:rsidRPr="001C2910">
        <w:rPr>
          <w:b/>
          <w:bCs/>
          <w:sz w:val="28"/>
          <w:szCs w:val="28"/>
        </w:rPr>
        <w:t xml:space="preserve"> р.п.Краснозерское Краснозерского района Новосибирской области</w:t>
      </w:r>
    </w:p>
    <w:p w:rsidR="008F2E5A" w:rsidRPr="004736E5" w:rsidRDefault="008F2E5A" w:rsidP="001C291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8320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0"/>
        <w:gridCol w:w="1480"/>
        <w:gridCol w:w="1440"/>
        <w:gridCol w:w="2120"/>
        <w:gridCol w:w="2460"/>
      </w:tblGrid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b/>
                <w:color w:val="000000"/>
                <w:sz w:val="22"/>
                <w:lang w:eastAsia="ru-RU"/>
              </w:rPr>
              <w:t>N_тчк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b/>
                <w:color w:val="000000"/>
                <w:sz w:val="22"/>
                <w:lang w:eastAsia="ru-RU"/>
              </w:rPr>
              <w:t>Дир_уг_гмс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b/>
                <w:color w:val="000000"/>
                <w:sz w:val="22"/>
                <w:lang w:eastAsia="ru-RU"/>
              </w:rPr>
              <w:t>Длина_м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b/>
                <w:color w:val="000000"/>
                <w:sz w:val="22"/>
                <w:lang w:eastAsia="ru-RU"/>
              </w:rPr>
              <w:t>X_м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b/>
                <w:color w:val="000000"/>
                <w:sz w:val="22"/>
                <w:lang w:eastAsia="ru-RU"/>
              </w:rPr>
              <w:t>Y_м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74 22 43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20.14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373935.371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2348566.928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74 32 25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90.17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373940.813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2348586.388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73 37 50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248.22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373964.928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2348673.583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61 30 38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21.07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374035.113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2348912.524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51 28 23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3.16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374045.195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2348931.101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74 05 27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60.45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374047.165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2348933.576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74 41 51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96.59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374063.789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2348991.898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74 41 37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88.48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374089.364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2349085.371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74 30 36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75.44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374112.799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2349170.998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75 09 05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104.88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374133.014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2349243.938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75 19 08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110.37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374159.979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2349345.652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74 09 10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140.30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374188.045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2349452.777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75 28 08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188.61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374226.484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2349588.189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72 04 56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194.95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374273.964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2349771.373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74 47 16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119.03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374334.137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2349957.477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75 23 54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253.83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374365.473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2350072.719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74 58 42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107.16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374429.677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2350319.175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75 33 27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110.68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374457.543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2350423.017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74 28 52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109.58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374485.239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2350530.554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63 24 13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33.28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374514.655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2350636.491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154 25 45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9.60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374529.598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2350666.337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155 14 03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113.75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374520.927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2350670.487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154 31 13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103.03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374417.484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2350718.209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154 33 05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213.98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374324.334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2350762.598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154 34 04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107.10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374130.823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2350854.685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155 43 25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107.45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374033.952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2350900.749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144 52 25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30.55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373935.861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2350944.990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193 40 56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30.89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373910.826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2350962.602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157 28 45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25.66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373880.770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2350955.285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95 11 45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0.66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373857.035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2350965.126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153 39 32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129.23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373856.975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2350965.786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153 16 05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119.33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373740.980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2351023.218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153 23 25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38.84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373634.237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2351076.978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152 29 09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293.53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373599.460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2351094.401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149 55 06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295.44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373338.714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2351230.217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255 15 41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91.73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373082.639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2351378.547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234 24 04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24.33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373059.224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2351289.538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194 26 20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2.11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373045.021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2351269.698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240 53 21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16.17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373042.971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2351269.170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235 03 11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96.61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373035.079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2351254.998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227 05 07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121.23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372979.587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2351175.590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200 45 23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124.03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372896.839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2351086.589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200 25 43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110.35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372780.695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2351042.571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183 49 04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189.58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372677.132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2351003.997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173 49 49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174.12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372487.752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2350991.359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163 17 55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179.09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372314.445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2351010.093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158 36 55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69.79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372142.688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2351061.626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227 42 10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42.97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372077.614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2351087.108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180 27 45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18.37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372048.628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2351055.250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217 06 08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25.36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372030.234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2351055.101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305 59 39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204.02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372009.970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2351039.774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304 21 24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113.16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372130.186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2350874.277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298 12 14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121.89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372194.219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2350780.606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293 53 20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119.15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372251.992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2350672.879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199 18 57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33.05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372300.392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2350563.601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200 46 19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48.36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372269.155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2350552.662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220 58 00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233.72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372223.876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2350535.487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220 55 03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32.41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372047.008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2350381.919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157 28 12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69.20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372022.463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2350360.644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149 45 57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194.89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371958.449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2350387.198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168 29 26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85.93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371789.813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2350485.546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181 23 58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112.34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371705.505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2350502.713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182 58 26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163.11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371593.071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2350499.999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176 33 56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108.67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371429.996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2350491.527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174 41 36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67.36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371321.403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2350498.044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156 48 20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261.23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371254.258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2350504.280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152 27 07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121.33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371013.797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2350607.314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159 46 38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102.76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370906.054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2350663.516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186 12 23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155.55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370809.493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2350699.087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277 42 05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116.19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370654.670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2350682.250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264 11 36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184.54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370670.294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2350566.719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263 55 20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147.05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370651.560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2350382.496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260 14 13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192.64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370635.936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2350235.766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63.77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370603.159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2350045.274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278 50 35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70.87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370603.159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2349981.284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284 34 52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80.39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370614.092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2349911.017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288 42 00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106.79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370634.396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2349832.962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268 05 31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46.70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370668.743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2349731.488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297 21 11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101.65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370667.183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2349684.648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276 45 44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92.44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370714.023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2349594.104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268 06 15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46.70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370724.945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2349501.992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264 16 27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31.27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370723.395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2349455.153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251 33 27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34.45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370720.264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2349423.930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223 21 54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38.57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370709.332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2349391.147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216 28 44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38.39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370681.226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2349364.601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211 11 16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53.65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370650.299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2349341.734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199 19 25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72.99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370604.320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2349313.901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210 08 35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43.31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370535.345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2349289.714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172 18 28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45.12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370497.827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2349267.927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178 19 23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41.11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370453.057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2349273.974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201 48 53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26.02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370411.918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2349275.179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240 55 43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24.83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370387.723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2349265.494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267 08 11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48.28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370375.621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2349243.724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280 10 39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25.67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370373.200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2349195.334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305 03 04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49.68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370377.751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2349169.984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297 43 16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39.06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370406.357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2349129.207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284 43 51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50.97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370424.581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2349094.527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282 59 29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57.65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370437.584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2349045.073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294 16 37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48.39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370450.587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2348988.714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329 43 44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24.05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370470.541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2348944.473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5 20 54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27.85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370491.345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2348932.330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41 25 28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19.62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370519.101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2348934.929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50 03 25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41.77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370533.844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2348947.938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33 04 55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23.76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370560.730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2348980.044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12 17 22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89.53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370580.674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2348993.037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4 32 13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142.49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370668.263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2349012.117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13 23 15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37.40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370810.474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2349023.402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47 10 47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48.36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370846.901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2349032.072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26 03 18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41.44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370879.848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2349067.627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14 01 01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32.14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370917.136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2349085.857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352 42 37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150.20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370948.363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2349093.653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345 35 12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66.17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371097.525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2349074.572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332 40 01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88.68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371161.689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2349058.082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309 24 16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43.63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371240.595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2349017.298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308 47 54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51.08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371268.361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2348983.500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324 02 29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97.30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371300.448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2348943.590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310 55 17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34.35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371379.355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2348886.349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267 42 04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65.36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371401.910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2348860.330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247 49 39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35.16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371399.279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2348794.798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216 16 19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22.46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371385.967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2348762.131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194 55 47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56.28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371367.823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2348748.817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197 44 25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31.71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371313.371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2348734.298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264 17 20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24.24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371283.125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2348724.621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234 09 14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26.79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371280.704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2348700.418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237 37 21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58.58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371264.971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2348678.640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233 07 18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18.10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371233.514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2348629.029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268 09 05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37.39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371222.622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2348614.510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233 58 32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32.84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371221.411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2348577.009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250 20 47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17.93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371202.047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2348550.380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18.09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371195.996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2348533.436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237 44 48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27.12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371195.996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2348515.288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237 04 22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24.42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371181.483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2348492.289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274 01 05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31.15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371168.170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2348471.731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303 42 26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28.08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371170.360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2348440.549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351 32 24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23.64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371185.984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2348417.129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15 58 23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18.92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371209.389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2348413.648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61 10 35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19.73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371227.603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2348418.862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15.56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371237.145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2348436.202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40 26 19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30.70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371237.145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2348451.818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27 22 45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28.26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371260.560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2348471.773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40.72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371285.695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2348484.790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332 54 35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43.77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371326.464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2348484.790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311 37 21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62.51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371365.492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2348464.827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303 15 22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63.08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371407.111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2348417.987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288 59 43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55.78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371441.798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2348365.093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273 52 09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64.11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371460.012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2348312.182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252 13 26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70.83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371464.353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2348248.003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246 48 48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72.43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371442.659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2348180.334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218 23 09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75.81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371414.053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2348113.548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210 15 12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33.56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371354.510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2348066.378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182 33 25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40.63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371325.474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2348049.443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153 48 24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54.99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371284.835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2348047.628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156 35 31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56.63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371235.414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2348071.938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173 07 03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50.61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371183.373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2348094.467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197 48 12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25.46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371133.073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2348100.539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231 04 34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28.92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371108.797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2348092.743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241 22 34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32.50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371090.583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2348070.189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274 34 26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43.37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371074.970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2348041.581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315 43 00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48.35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371078.441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2347998.198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335 33 22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20.92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371113.128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2347964.368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18 26 15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32.87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371132.202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2347955.698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337 04 52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24.45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371163.429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2347966.108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315 50 21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41.00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371185.984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2347956.572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268 08 46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26.81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371215.460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2347927.947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242 28 03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22.44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371214.590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2347901.063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272 34 48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19.04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371204.188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2347881.108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321 22 20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22.17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371205.048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2347862.019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268 18 34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58.80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371222.402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2347848.152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243 30 54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133.65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371220.661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2347789.178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266 01 20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144.99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371160.878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2347669.192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250 34 43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110.31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371150.786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2347524.054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238 05 16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124.30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371113.988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2347419.684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271 11 59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41.52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371048.094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2347313.871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16 05 26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53.18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371048.955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2347272.220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16 56 58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83.30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371100.115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2347286.978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346 32 50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81.92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371179.913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2347311.272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339 22 44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100.86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371259.680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2347292.191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329 53 57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50.04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371354.210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2347256.621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310 05 14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21.49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371397.569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2347231.468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275 42 44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34.75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371411.442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2347214.986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242 54 28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41.76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371414.913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2347180.290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264 51 12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37.00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371395.839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2347143.003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265 39 46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80.53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371392.508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2347106.022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267 10 08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83.96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371386.397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2347025.443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296 56 53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64.94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371382.236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2346941.300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316 21 59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63.84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371411.752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2346883.242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333 30 41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67.72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371458.042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2346839.083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354 04 09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68.50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371518.745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2346808.833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2 21 18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108.48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371586.960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2346801.747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4 24 47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59.11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371695.473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2346806.210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12 47 34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72.74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371754.475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2346810.763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28 05 53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53.93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371825.500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2346826.891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45 19 48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68.23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371873.151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2346852.332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39 39 13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65.21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371921.231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2346900.969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30 12 26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55.08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371971.542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2346942.669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13 41 57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48.69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372019.222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2346970.428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21 31 50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23.81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372066.592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2346981.961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19 50 22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21.82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372088.777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2346990.713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4 13 40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61.47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372109.331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2346998.129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347 31 22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43.21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372170.704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2347002.666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357 05 14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47.19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372212.943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2346993.320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342 31 28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46.53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372260.123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2346990.919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337 15 59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48.10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372304.563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2346976.929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6 08 20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21.34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372348.982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2346958.302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47 41 17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25.00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372370.227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2346960.587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4 13 40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61.47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372387.100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2346979.123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11 22 32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44.15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372448.474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2346983.660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43 22 58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64.37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372491.813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2346992.380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39 33 21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8.70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372538.713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2347036.678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28 05 05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9.97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372545.434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2347042.230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8 07 06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8.29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372554.246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2347046.932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7.04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372562.458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2347048.103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15 55 24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8.53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372569.509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2347048.103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30 58 00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10.26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372577.721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2347050.446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32 00 42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11.04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372586.533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2347055.734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30 55 38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10.25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372595.915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2347061.599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24 00 53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11.56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372604.727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2347066.879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10 37 15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19.09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372615.299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2347071.589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219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9 55 46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33.92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372634.083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2347075.112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13 07 11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25.88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372667.540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2347080.969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13 60 57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19.34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372692.776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2347086.850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15 44 43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19.49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372711.570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2347091.536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20 09 35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13.58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372730.354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2347096.832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6.45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372743.117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2347101.518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339 55 18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9.36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372749.578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2347101.518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317 43 43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13.07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372758.380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2347098.300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307 59 00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23.78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372768.072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2347089.490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309 49 37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25.16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372782.745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2347070.698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229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314 19 31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34.38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372798.898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2347051.329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323 56 04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15.94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372822.974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2347026.680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344 12 17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18.28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372835.886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2347017.276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357 28 47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15.74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372853.500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2347012.293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44 15 23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45.00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372869.244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2347011.600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76 32 21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27.41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372901.550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2347043.080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0.26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372907.952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2347069.824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90 00 00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1.07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372908.212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2347069.824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76 31 04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5.22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372908.212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2347070.896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31 16 07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12.36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372909.432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2347075.986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  1 49 33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137.57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372920.014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2347082.412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93 23 30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397.79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373057.674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2347086.801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103 28 11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37.23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373034.059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2347485.258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94 18 21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3.85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373025.357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2347521.587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336 12 03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116.09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373025.067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2347525.440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84 26 38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7.31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373131.440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2347478.526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349 04 29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7.65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373132.150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2347485.827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78 28 08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19.30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373139.671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2347484.375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335 45 06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7.24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373143.542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2347503.348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66 08 22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3.52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373150.154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2347500.370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336 08 46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51.09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373151.584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2347503.604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246 59 54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3.90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373198.374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2347482.915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335 38 14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17.43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373196.844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2347479.310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245 45 47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27.08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373212.747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2347472.108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336 08 41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121.84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373201.595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2347447.336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92 46 42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84.31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373313.188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2347397.988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339 28 56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11.07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373309.088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2347482.486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92 20 55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119.90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373319.470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2347478.600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161 14 48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11.94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373314.539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2347598.817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92 45 40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175.46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373303.216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2347602.661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259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159 06 11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71.09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373294.734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2347778.520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83 33 18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200.07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373228.230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2347803.911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72 20 27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91.00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373250.765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2348003.403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72 44 37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88.69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373278.461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2348090.400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150 13 48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41.93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373304.857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2348175.376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264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74 56 39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117.05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373268.399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2348196.230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265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75 00 39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127.55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373298.905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2348309.641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266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77 11 43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92.97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373332.002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2348433.257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267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351 53 13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99.66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373352.677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2348524.222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268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76 39 03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16.15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373451.458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2348510.140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269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345 32 07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11.87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373455.199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2348525.905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270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72 53 17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63.73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373466.711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2348522.935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271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167 51 23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15.94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373485.525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2348584.045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272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 xml:space="preserve">  76 42 53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72.53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373469.922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2348587.403</w:t>
            </w:r>
          </w:p>
        </w:tc>
      </w:tr>
      <w:tr w:rsidR="008F2E5A" w:rsidRPr="001C2910" w:rsidTr="001C2910">
        <w:trPr>
          <w:trHeight w:val="300"/>
        </w:trPr>
        <w:tc>
          <w:tcPr>
            <w:tcW w:w="8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273</w:t>
            </w:r>
          </w:p>
        </w:tc>
        <w:tc>
          <w:tcPr>
            <w:tcW w:w="148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348 29 56</w:t>
            </w:r>
          </w:p>
        </w:tc>
        <w:tc>
          <w:tcPr>
            <w:tcW w:w="144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457.37</w:t>
            </w:r>
          </w:p>
        </w:tc>
        <w:tc>
          <w:tcPr>
            <w:tcW w:w="212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373486.645</w:t>
            </w:r>
          </w:p>
        </w:tc>
        <w:tc>
          <w:tcPr>
            <w:tcW w:w="2460" w:type="dxa"/>
            <w:noWrap/>
            <w:vAlign w:val="bottom"/>
          </w:tcPr>
          <w:p w:rsidR="008F2E5A" w:rsidRPr="001C2910" w:rsidRDefault="008F2E5A" w:rsidP="001C2910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1C2910">
              <w:rPr>
                <w:rFonts w:ascii="Calibri" w:hAnsi="Calibri"/>
                <w:color w:val="000000"/>
                <w:sz w:val="22"/>
                <w:lang w:eastAsia="ru-RU"/>
              </w:rPr>
              <w:t>2348658.231</w:t>
            </w:r>
          </w:p>
        </w:tc>
      </w:tr>
    </w:tbl>
    <w:p w:rsidR="008F2E5A" w:rsidRPr="001C2910" w:rsidRDefault="008F2E5A" w:rsidP="001C2910">
      <w:pPr>
        <w:autoSpaceDE w:val="0"/>
        <w:autoSpaceDN w:val="0"/>
        <w:adjustRightInd w:val="0"/>
        <w:spacing w:after="0" w:line="240" w:lineRule="auto"/>
        <w:jc w:val="center"/>
        <w:rPr>
          <w:lang w:val="en-US"/>
        </w:rPr>
      </w:pPr>
    </w:p>
    <w:sectPr w:rsidR="008F2E5A" w:rsidRPr="001C2910" w:rsidSect="001C2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910"/>
    <w:rsid w:val="001C2910"/>
    <w:rsid w:val="00290F95"/>
    <w:rsid w:val="00305653"/>
    <w:rsid w:val="00374F07"/>
    <w:rsid w:val="004658DD"/>
    <w:rsid w:val="004736E5"/>
    <w:rsid w:val="007C0F8F"/>
    <w:rsid w:val="00803346"/>
    <w:rsid w:val="00816D70"/>
    <w:rsid w:val="008E7551"/>
    <w:rsid w:val="008F2E5A"/>
    <w:rsid w:val="00C12F70"/>
    <w:rsid w:val="00DA137E"/>
    <w:rsid w:val="00F14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53"/>
    <w:pPr>
      <w:spacing w:after="200" w:line="276" w:lineRule="auto"/>
    </w:pPr>
    <w:rPr>
      <w:rFonts w:ascii="Times New Roman" w:hAnsi="Times New Roman"/>
      <w:sz w:val="26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374F07"/>
    <w:pPr>
      <w:keepNext/>
      <w:keepLines/>
      <w:spacing w:before="480" w:after="0"/>
      <w:outlineLvl w:val="0"/>
    </w:pPr>
    <w:rPr>
      <w:rFonts w:eastAsia="Times New Roman"/>
      <w:b/>
      <w:bCs/>
      <w:caps/>
      <w:color w:val="000000"/>
      <w:sz w:val="24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374F07"/>
    <w:pPr>
      <w:keepNext/>
      <w:keepLines/>
      <w:spacing w:before="200" w:after="0"/>
      <w:outlineLvl w:val="1"/>
    </w:pPr>
    <w:rPr>
      <w:rFonts w:eastAsia="Times New Roman"/>
      <w:b/>
      <w:bCs/>
      <w:color w:val="000000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374F07"/>
    <w:pPr>
      <w:keepNext/>
      <w:keepLines/>
      <w:spacing w:before="200" w:after="0"/>
      <w:outlineLvl w:val="2"/>
    </w:pPr>
    <w:rPr>
      <w:rFonts w:eastAsia="Times New Roman"/>
      <w:b/>
      <w:bCs/>
      <w:color w:val="00000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4F07"/>
    <w:rPr>
      <w:rFonts w:ascii="Times New Roman" w:hAnsi="Times New Roman" w:cs="Times New Roman"/>
      <w:b/>
      <w:bCs/>
      <w:caps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4F0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74F07"/>
    <w:rPr>
      <w:rFonts w:ascii="Times New Roman" w:hAnsi="Times New Roman" w:cs="Times New Roman"/>
      <w:b/>
      <w:bCs/>
      <w:color w:val="000000"/>
      <w:sz w:val="24"/>
    </w:rPr>
  </w:style>
  <w:style w:type="character" w:styleId="Hyperlink">
    <w:name w:val="Hyperlink"/>
    <w:basedOn w:val="DefaultParagraphFont"/>
    <w:uiPriority w:val="99"/>
    <w:semiHidden/>
    <w:rsid w:val="001C291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C291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2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7</Pages>
  <Words>1856</Words>
  <Characters>10583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2014-06-10T06:53:00Z</dcterms:created>
  <dcterms:modified xsi:type="dcterms:W3CDTF">2014-07-03T07:55:00Z</dcterms:modified>
</cp:coreProperties>
</file>